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31"/>
        <w:tblW w:w="10348" w:type="dxa"/>
        <w:tblLayout w:type="fixed"/>
        <w:tblLook w:val="01E0" w:firstRow="1" w:lastRow="1" w:firstColumn="1" w:lastColumn="1" w:noHBand="0" w:noVBand="0"/>
      </w:tblPr>
      <w:tblGrid>
        <w:gridCol w:w="115"/>
        <w:gridCol w:w="4719"/>
        <w:gridCol w:w="417"/>
        <w:gridCol w:w="187"/>
        <w:gridCol w:w="266"/>
        <w:gridCol w:w="4219"/>
        <w:gridCol w:w="187"/>
        <w:gridCol w:w="238"/>
      </w:tblGrid>
      <w:tr w:rsidR="00584478" w:rsidRPr="005557BB" w:rsidTr="003E76D7">
        <w:trPr>
          <w:trHeight w:val="155"/>
        </w:trPr>
        <w:tc>
          <w:tcPr>
            <w:tcW w:w="4834" w:type="dxa"/>
            <w:gridSpan w:val="2"/>
            <w:vAlign w:val="center"/>
          </w:tcPr>
          <w:p w:rsidR="00584478" w:rsidRPr="005557BB" w:rsidRDefault="00584478" w:rsidP="007439C4">
            <w:pPr>
              <w:spacing w:line="300" w:lineRule="exact"/>
              <w:ind w:right="351"/>
              <w:jc w:val="center"/>
              <w:rPr>
                <w:sz w:val="28"/>
                <w:szCs w:val="28"/>
              </w:rPr>
            </w:pPr>
            <w:r w:rsidRPr="005557BB">
              <w:rPr>
                <w:sz w:val="28"/>
                <w:szCs w:val="28"/>
              </w:rPr>
              <w:t xml:space="preserve">МИНИСТЕРСТВО </w:t>
            </w:r>
          </w:p>
          <w:p w:rsidR="00584478" w:rsidRPr="005557BB" w:rsidRDefault="00584478" w:rsidP="007439C4">
            <w:pPr>
              <w:spacing w:line="300" w:lineRule="exact"/>
              <w:ind w:right="351"/>
              <w:jc w:val="center"/>
              <w:rPr>
                <w:sz w:val="28"/>
                <w:szCs w:val="28"/>
              </w:rPr>
            </w:pPr>
            <w:r w:rsidRPr="005557BB">
              <w:rPr>
                <w:sz w:val="28"/>
                <w:szCs w:val="28"/>
              </w:rPr>
              <w:t xml:space="preserve">ПО ДЕЛАМ МОЛОДЕЖИ </w:t>
            </w:r>
          </w:p>
          <w:p w:rsidR="00584478" w:rsidRPr="005557BB" w:rsidRDefault="00584478" w:rsidP="007439C4">
            <w:pPr>
              <w:spacing w:line="300" w:lineRule="exact"/>
              <w:ind w:right="351"/>
              <w:jc w:val="center"/>
              <w:rPr>
                <w:b/>
                <w:sz w:val="28"/>
                <w:szCs w:val="28"/>
              </w:rPr>
            </w:pPr>
            <w:r w:rsidRPr="005557BB">
              <w:rPr>
                <w:sz w:val="28"/>
                <w:szCs w:val="28"/>
              </w:rPr>
              <w:t>РЕСПУБЛИКИ ТАТАРСТАН</w:t>
            </w:r>
          </w:p>
        </w:tc>
        <w:tc>
          <w:tcPr>
            <w:tcW w:w="870" w:type="dxa"/>
            <w:gridSpan w:val="3"/>
            <w:vAlign w:val="center"/>
          </w:tcPr>
          <w:p w:rsidR="00584478" w:rsidRPr="005557BB" w:rsidRDefault="00584478" w:rsidP="007439C4">
            <w:pPr>
              <w:ind w:right="-108"/>
              <w:jc w:val="center"/>
              <w:rPr>
                <w:sz w:val="28"/>
                <w:szCs w:val="28"/>
              </w:rPr>
            </w:pPr>
            <w:r w:rsidRPr="005557BB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201524C" wp14:editId="27BEF2D8">
                  <wp:simplePos x="0" y="0"/>
                  <wp:positionH relativeFrom="column">
                    <wp:posOffset>-186690</wp:posOffset>
                  </wp:positionH>
                  <wp:positionV relativeFrom="paragraph">
                    <wp:posOffset>90170</wp:posOffset>
                  </wp:positionV>
                  <wp:extent cx="721360" cy="730885"/>
                  <wp:effectExtent l="0" t="0" r="254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551" t="20766" r="11649" b="108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730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44" w:type="dxa"/>
            <w:gridSpan w:val="3"/>
            <w:vAlign w:val="center"/>
          </w:tcPr>
          <w:p w:rsidR="00584478" w:rsidRPr="005557BB" w:rsidRDefault="00584478" w:rsidP="007439C4">
            <w:pPr>
              <w:spacing w:line="300" w:lineRule="exact"/>
              <w:ind w:right="-174"/>
              <w:rPr>
                <w:sz w:val="28"/>
                <w:szCs w:val="28"/>
              </w:rPr>
            </w:pPr>
            <w:r w:rsidRPr="005557BB">
              <w:rPr>
                <w:sz w:val="28"/>
                <w:szCs w:val="28"/>
              </w:rPr>
              <w:t xml:space="preserve">      ТАТАРСТАН РЕСПУБЛИКАСЫ </w:t>
            </w:r>
          </w:p>
          <w:p w:rsidR="00584478" w:rsidRPr="005557BB" w:rsidRDefault="00584478" w:rsidP="007439C4">
            <w:pPr>
              <w:spacing w:line="300" w:lineRule="exact"/>
              <w:ind w:right="-174"/>
              <w:jc w:val="center"/>
              <w:rPr>
                <w:sz w:val="28"/>
                <w:szCs w:val="28"/>
              </w:rPr>
            </w:pPr>
            <w:r w:rsidRPr="005557BB">
              <w:rPr>
                <w:sz w:val="28"/>
                <w:szCs w:val="28"/>
              </w:rPr>
              <w:t>ЯШЬЛ</w:t>
            </w:r>
            <w:r w:rsidRPr="005557BB">
              <w:rPr>
                <w:sz w:val="28"/>
                <w:szCs w:val="28"/>
                <w:lang w:val="tt-RU"/>
              </w:rPr>
              <w:t>Ә</w:t>
            </w:r>
            <w:r w:rsidRPr="005557BB">
              <w:rPr>
                <w:sz w:val="28"/>
                <w:szCs w:val="28"/>
              </w:rPr>
              <w:t>Р ЭШЛ</w:t>
            </w:r>
            <w:r w:rsidRPr="005557BB">
              <w:rPr>
                <w:sz w:val="28"/>
                <w:szCs w:val="28"/>
                <w:lang w:val="tt-RU"/>
              </w:rPr>
              <w:t>Ә</w:t>
            </w:r>
            <w:r w:rsidRPr="005557BB">
              <w:rPr>
                <w:sz w:val="28"/>
                <w:szCs w:val="28"/>
              </w:rPr>
              <w:t xml:space="preserve">РЕ </w:t>
            </w:r>
          </w:p>
          <w:p w:rsidR="00584478" w:rsidRPr="005557BB" w:rsidRDefault="00584478" w:rsidP="007439C4">
            <w:pPr>
              <w:spacing w:line="300" w:lineRule="exact"/>
              <w:ind w:right="-174"/>
              <w:jc w:val="center"/>
              <w:rPr>
                <w:b/>
                <w:spacing w:val="-6"/>
                <w:sz w:val="28"/>
                <w:szCs w:val="28"/>
              </w:rPr>
            </w:pPr>
            <w:r w:rsidRPr="005557BB">
              <w:rPr>
                <w:sz w:val="28"/>
                <w:szCs w:val="28"/>
              </w:rPr>
              <w:t>МИНИСТРЛЫГЫ</w:t>
            </w:r>
          </w:p>
        </w:tc>
      </w:tr>
      <w:tr w:rsidR="00584478" w:rsidRPr="005557BB" w:rsidTr="003E76D7">
        <w:trPr>
          <w:trHeight w:val="15"/>
        </w:trPr>
        <w:tc>
          <w:tcPr>
            <w:tcW w:w="4834" w:type="dxa"/>
            <w:gridSpan w:val="2"/>
          </w:tcPr>
          <w:p w:rsidR="00584478" w:rsidRPr="005557BB" w:rsidRDefault="00584478" w:rsidP="007439C4">
            <w:pPr>
              <w:jc w:val="center"/>
              <w:rPr>
                <w:b/>
                <w:sz w:val="8"/>
                <w:szCs w:val="10"/>
              </w:rPr>
            </w:pPr>
          </w:p>
        </w:tc>
        <w:tc>
          <w:tcPr>
            <w:tcW w:w="870" w:type="dxa"/>
            <w:gridSpan w:val="3"/>
          </w:tcPr>
          <w:p w:rsidR="00584478" w:rsidRPr="005557BB" w:rsidRDefault="00584478" w:rsidP="007439C4">
            <w:pPr>
              <w:ind w:right="-108"/>
              <w:jc w:val="center"/>
              <w:rPr>
                <w:sz w:val="8"/>
                <w:szCs w:val="10"/>
              </w:rPr>
            </w:pPr>
          </w:p>
        </w:tc>
        <w:tc>
          <w:tcPr>
            <w:tcW w:w="4644" w:type="dxa"/>
            <w:gridSpan w:val="3"/>
          </w:tcPr>
          <w:p w:rsidR="00584478" w:rsidRPr="005557BB" w:rsidRDefault="00584478" w:rsidP="007439C4">
            <w:pPr>
              <w:ind w:right="-32"/>
              <w:jc w:val="center"/>
              <w:rPr>
                <w:b/>
                <w:sz w:val="8"/>
                <w:szCs w:val="10"/>
              </w:rPr>
            </w:pPr>
          </w:p>
        </w:tc>
      </w:tr>
      <w:tr w:rsidR="00584478" w:rsidRPr="005557BB" w:rsidTr="003E76D7">
        <w:trPr>
          <w:trHeight w:val="74"/>
        </w:trPr>
        <w:tc>
          <w:tcPr>
            <w:tcW w:w="4834" w:type="dxa"/>
            <w:gridSpan w:val="2"/>
            <w:vAlign w:val="center"/>
          </w:tcPr>
          <w:p w:rsidR="00584478" w:rsidRPr="005557BB" w:rsidRDefault="00584478" w:rsidP="007439C4">
            <w:pPr>
              <w:spacing w:line="220" w:lineRule="exact"/>
              <w:ind w:right="492"/>
              <w:jc w:val="center"/>
              <w:rPr>
                <w:spacing w:val="-6"/>
                <w:sz w:val="20"/>
                <w:szCs w:val="20"/>
              </w:rPr>
            </w:pPr>
            <w:r w:rsidRPr="005557BB">
              <w:rPr>
                <w:spacing w:val="-6"/>
                <w:sz w:val="20"/>
                <w:szCs w:val="20"/>
              </w:rPr>
              <w:t xml:space="preserve">ул.Сафьян, д.5, </w:t>
            </w:r>
          </w:p>
          <w:p w:rsidR="00584478" w:rsidRPr="005557BB" w:rsidRDefault="00584478" w:rsidP="007439C4">
            <w:pPr>
              <w:spacing w:line="220" w:lineRule="exact"/>
              <w:ind w:right="492"/>
              <w:jc w:val="center"/>
              <w:rPr>
                <w:noProof/>
              </w:rPr>
            </w:pPr>
            <w:r w:rsidRPr="005557BB">
              <w:rPr>
                <w:spacing w:val="-6"/>
                <w:sz w:val="20"/>
                <w:szCs w:val="20"/>
                <w:lang w:val="tt-RU"/>
              </w:rPr>
              <w:t>г</w:t>
            </w:r>
            <w:r w:rsidRPr="005557BB">
              <w:rPr>
                <w:spacing w:val="-6"/>
                <w:sz w:val="20"/>
                <w:szCs w:val="20"/>
              </w:rPr>
              <w:t xml:space="preserve">. </w:t>
            </w:r>
            <w:r w:rsidRPr="005557BB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5557BB">
              <w:rPr>
                <w:spacing w:val="-6"/>
                <w:sz w:val="20"/>
                <w:szCs w:val="20"/>
              </w:rPr>
              <w:t>ь, 420021</w:t>
            </w:r>
          </w:p>
        </w:tc>
        <w:tc>
          <w:tcPr>
            <w:tcW w:w="870" w:type="dxa"/>
            <w:gridSpan w:val="3"/>
            <w:vAlign w:val="center"/>
          </w:tcPr>
          <w:p w:rsidR="00584478" w:rsidRPr="005557BB" w:rsidRDefault="00584478" w:rsidP="007439C4">
            <w:pPr>
              <w:spacing w:line="220" w:lineRule="exact"/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644" w:type="dxa"/>
            <w:gridSpan w:val="3"/>
            <w:vAlign w:val="center"/>
          </w:tcPr>
          <w:p w:rsidR="00584478" w:rsidRPr="005557BB" w:rsidRDefault="00584478" w:rsidP="007439C4">
            <w:pPr>
              <w:spacing w:line="220" w:lineRule="exact"/>
              <w:ind w:right="-32"/>
              <w:jc w:val="center"/>
              <w:rPr>
                <w:spacing w:val="-6"/>
                <w:sz w:val="20"/>
                <w:szCs w:val="20"/>
              </w:rPr>
            </w:pPr>
            <w:r w:rsidRPr="005557BB">
              <w:rPr>
                <w:spacing w:val="-6"/>
                <w:sz w:val="20"/>
                <w:szCs w:val="20"/>
                <w:lang w:val="tt-RU"/>
              </w:rPr>
              <w:t>Сафьян урамы</w:t>
            </w:r>
            <w:r w:rsidRPr="005557BB">
              <w:rPr>
                <w:spacing w:val="-6"/>
                <w:sz w:val="20"/>
                <w:szCs w:val="20"/>
              </w:rPr>
              <w:t xml:space="preserve">, 5 </w:t>
            </w:r>
            <w:proofErr w:type="spellStart"/>
            <w:r w:rsidRPr="005557BB">
              <w:rPr>
                <w:spacing w:val="-6"/>
                <w:sz w:val="20"/>
                <w:szCs w:val="20"/>
              </w:rPr>
              <w:t>нче</w:t>
            </w:r>
            <w:proofErr w:type="spellEnd"/>
            <w:r w:rsidRPr="005557BB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5557BB">
              <w:rPr>
                <w:spacing w:val="-6"/>
                <w:sz w:val="20"/>
                <w:szCs w:val="20"/>
              </w:rPr>
              <w:t>йорт</w:t>
            </w:r>
            <w:proofErr w:type="spellEnd"/>
            <w:r w:rsidRPr="005557BB">
              <w:rPr>
                <w:spacing w:val="-6"/>
                <w:sz w:val="20"/>
                <w:szCs w:val="20"/>
              </w:rPr>
              <w:t xml:space="preserve">, </w:t>
            </w:r>
          </w:p>
          <w:p w:rsidR="00584478" w:rsidRPr="005557BB" w:rsidRDefault="00584478" w:rsidP="007439C4">
            <w:pPr>
              <w:spacing w:line="220" w:lineRule="exact"/>
              <w:ind w:right="-32"/>
              <w:jc w:val="center"/>
              <w:rPr>
                <w:b/>
                <w:spacing w:val="-6"/>
                <w:sz w:val="28"/>
                <w:szCs w:val="28"/>
              </w:rPr>
            </w:pPr>
            <w:r w:rsidRPr="005557BB">
              <w:rPr>
                <w:spacing w:val="-6"/>
                <w:sz w:val="20"/>
                <w:szCs w:val="20"/>
                <w:lang w:val="tt-RU"/>
              </w:rPr>
              <w:t>Казан шәһәре</w:t>
            </w:r>
            <w:r w:rsidRPr="005557BB">
              <w:rPr>
                <w:spacing w:val="-6"/>
                <w:sz w:val="20"/>
                <w:szCs w:val="20"/>
              </w:rPr>
              <w:t>, 420021</w:t>
            </w:r>
          </w:p>
        </w:tc>
      </w:tr>
      <w:tr w:rsidR="00584478" w:rsidRPr="005557BB" w:rsidTr="003E76D7">
        <w:trPr>
          <w:trHeight w:val="74"/>
        </w:trPr>
        <w:tc>
          <w:tcPr>
            <w:tcW w:w="5251" w:type="dxa"/>
            <w:gridSpan w:val="3"/>
          </w:tcPr>
          <w:p w:rsidR="00584478" w:rsidRPr="005557BB" w:rsidRDefault="00584478" w:rsidP="007439C4">
            <w:pPr>
              <w:spacing w:line="220" w:lineRule="exact"/>
              <w:ind w:right="187"/>
              <w:jc w:val="center"/>
              <w:rPr>
                <w:spacing w:val="-6"/>
                <w:sz w:val="16"/>
                <w:szCs w:val="20"/>
              </w:rPr>
            </w:pPr>
          </w:p>
        </w:tc>
        <w:tc>
          <w:tcPr>
            <w:tcW w:w="5097" w:type="dxa"/>
            <w:gridSpan w:val="5"/>
          </w:tcPr>
          <w:p w:rsidR="00584478" w:rsidRPr="005557BB" w:rsidRDefault="00584478" w:rsidP="007439C4">
            <w:pPr>
              <w:spacing w:line="220" w:lineRule="exact"/>
              <w:ind w:right="-110"/>
              <w:jc w:val="center"/>
              <w:rPr>
                <w:spacing w:val="-6"/>
                <w:sz w:val="16"/>
                <w:szCs w:val="20"/>
                <w:lang w:val="tt-RU"/>
              </w:rPr>
            </w:pPr>
          </w:p>
        </w:tc>
      </w:tr>
      <w:tr w:rsidR="00584478" w:rsidRPr="005557BB" w:rsidTr="003E76D7">
        <w:trPr>
          <w:gridBefore w:val="1"/>
          <w:gridAfter w:val="1"/>
          <w:wBefore w:w="115" w:type="dxa"/>
          <w:wAfter w:w="238" w:type="dxa"/>
          <w:trHeight w:val="38"/>
        </w:trPr>
        <w:tc>
          <w:tcPr>
            <w:tcW w:w="9995" w:type="dxa"/>
            <w:gridSpan w:val="6"/>
          </w:tcPr>
          <w:p w:rsidR="00584478" w:rsidRPr="005557BB" w:rsidRDefault="00584478" w:rsidP="007439C4">
            <w:pPr>
              <w:spacing w:line="220" w:lineRule="exact"/>
              <w:ind w:right="187"/>
              <w:jc w:val="center"/>
              <w:rPr>
                <w:sz w:val="20"/>
                <w:szCs w:val="20"/>
              </w:rPr>
            </w:pPr>
            <w:r w:rsidRPr="005557BB">
              <w:rPr>
                <w:sz w:val="20"/>
                <w:szCs w:val="20"/>
              </w:rPr>
              <w:t>Тел.: (843) 222-91-50, факс: (843) 222-91-51.</w:t>
            </w:r>
            <w:r w:rsidRPr="005557BB">
              <w:rPr>
                <w:sz w:val="20"/>
                <w:szCs w:val="20"/>
                <w:lang w:val="en-US"/>
              </w:rPr>
              <w:t>E</w:t>
            </w:r>
            <w:r w:rsidRPr="005557BB">
              <w:rPr>
                <w:sz w:val="20"/>
                <w:szCs w:val="20"/>
              </w:rPr>
              <w:t>-</w:t>
            </w:r>
            <w:r w:rsidRPr="005557BB">
              <w:rPr>
                <w:sz w:val="20"/>
                <w:szCs w:val="20"/>
                <w:lang w:val="en-US"/>
              </w:rPr>
              <w:t>mail</w:t>
            </w:r>
            <w:r w:rsidRPr="005557BB">
              <w:rPr>
                <w:sz w:val="20"/>
                <w:szCs w:val="20"/>
              </w:rPr>
              <w:t xml:space="preserve">: </w:t>
            </w:r>
            <w:proofErr w:type="spellStart"/>
            <w:r w:rsidRPr="005557BB">
              <w:rPr>
                <w:sz w:val="20"/>
                <w:szCs w:val="20"/>
                <w:lang w:val="en-US"/>
              </w:rPr>
              <w:t>mdmrt</w:t>
            </w:r>
            <w:proofErr w:type="spellEnd"/>
            <w:r w:rsidRPr="005557BB">
              <w:rPr>
                <w:sz w:val="20"/>
                <w:szCs w:val="20"/>
              </w:rPr>
              <w:t>@</w:t>
            </w:r>
            <w:proofErr w:type="spellStart"/>
            <w:r w:rsidRPr="005557BB">
              <w:rPr>
                <w:sz w:val="20"/>
                <w:szCs w:val="20"/>
                <w:lang w:val="en-US"/>
              </w:rPr>
              <w:t>tatar</w:t>
            </w:r>
            <w:proofErr w:type="spellEnd"/>
            <w:r w:rsidRPr="005557BB">
              <w:rPr>
                <w:sz w:val="20"/>
                <w:szCs w:val="20"/>
              </w:rPr>
              <w:t>.</w:t>
            </w:r>
            <w:proofErr w:type="spellStart"/>
            <w:r w:rsidRPr="005557BB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5557BB">
              <w:rPr>
                <w:sz w:val="20"/>
                <w:szCs w:val="20"/>
              </w:rPr>
              <w:t xml:space="preserve">, </w:t>
            </w:r>
            <w:r w:rsidRPr="005557BB">
              <w:rPr>
                <w:sz w:val="20"/>
                <w:szCs w:val="20"/>
                <w:lang w:val="en-US"/>
              </w:rPr>
              <w:t>http</w:t>
            </w:r>
            <w:r w:rsidRPr="005557BB">
              <w:rPr>
                <w:sz w:val="20"/>
                <w:szCs w:val="20"/>
              </w:rPr>
              <w:t>://</w:t>
            </w:r>
            <w:proofErr w:type="spellStart"/>
            <w:r w:rsidRPr="005557BB">
              <w:rPr>
                <w:sz w:val="20"/>
                <w:szCs w:val="20"/>
                <w:lang w:val="en-US"/>
              </w:rPr>
              <w:t>minmol</w:t>
            </w:r>
            <w:proofErr w:type="spellEnd"/>
            <w:r w:rsidRPr="005557BB">
              <w:rPr>
                <w:sz w:val="20"/>
                <w:szCs w:val="20"/>
              </w:rPr>
              <w:t>.</w:t>
            </w:r>
            <w:proofErr w:type="spellStart"/>
            <w:r w:rsidRPr="005557BB">
              <w:rPr>
                <w:sz w:val="20"/>
                <w:szCs w:val="20"/>
                <w:lang w:val="en-US"/>
              </w:rPr>
              <w:t>tatarstan</w:t>
            </w:r>
            <w:proofErr w:type="spellEnd"/>
            <w:r w:rsidRPr="005557BB">
              <w:rPr>
                <w:sz w:val="20"/>
                <w:szCs w:val="20"/>
              </w:rPr>
              <w:t>.</w:t>
            </w:r>
            <w:proofErr w:type="spellStart"/>
            <w:r w:rsidRPr="005557BB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584478" w:rsidRPr="005557BB" w:rsidTr="003E76D7">
        <w:trPr>
          <w:gridBefore w:val="1"/>
          <w:gridAfter w:val="1"/>
          <w:wBefore w:w="115" w:type="dxa"/>
          <w:wAfter w:w="238" w:type="dxa"/>
          <w:trHeight w:val="31"/>
        </w:trPr>
        <w:tc>
          <w:tcPr>
            <w:tcW w:w="5323" w:type="dxa"/>
            <w:gridSpan w:val="3"/>
            <w:tcBorders>
              <w:top w:val="single" w:sz="12" w:space="0" w:color="auto"/>
            </w:tcBorders>
          </w:tcPr>
          <w:p w:rsidR="00584478" w:rsidRPr="005557BB" w:rsidRDefault="00584478" w:rsidP="007439C4">
            <w:pPr>
              <w:ind w:firstLine="210"/>
              <w:jc w:val="center"/>
              <w:rPr>
                <w:sz w:val="16"/>
              </w:rPr>
            </w:pPr>
          </w:p>
        </w:tc>
        <w:tc>
          <w:tcPr>
            <w:tcW w:w="4672" w:type="dxa"/>
            <w:gridSpan w:val="3"/>
            <w:tcBorders>
              <w:top w:val="single" w:sz="12" w:space="0" w:color="auto"/>
            </w:tcBorders>
          </w:tcPr>
          <w:p w:rsidR="00584478" w:rsidRPr="005557BB" w:rsidRDefault="00584478" w:rsidP="007439C4">
            <w:pPr>
              <w:ind w:right="-110"/>
              <w:jc w:val="center"/>
              <w:rPr>
                <w:sz w:val="16"/>
              </w:rPr>
            </w:pPr>
          </w:p>
        </w:tc>
      </w:tr>
      <w:tr w:rsidR="00BA1935" w:rsidRPr="005557BB" w:rsidTr="003E76D7">
        <w:trPr>
          <w:gridAfter w:val="2"/>
          <w:wAfter w:w="425" w:type="dxa"/>
          <w:trHeight w:val="33"/>
        </w:trPr>
        <w:tc>
          <w:tcPr>
            <w:tcW w:w="5438" w:type="dxa"/>
            <w:gridSpan w:val="4"/>
          </w:tcPr>
          <w:p w:rsidR="00BA1935" w:rsidRPr="005557BB" w:rsidRDefault="00BA1935" w:rsidP="007439C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557BB">
              <w:rPr>
                <w:sz w:val="28"/>
                <w:szCs w:val="28"/>
              </w:rPr>
              <w:t>______________ № ______________</w:t>
            </w:r>
          </w:p>
        </w:tc>
        <w:tc>
          <w:tcPr>
            <w:tcW w:w="4485" w:type="dxa"/>
            <w:gridSpan w:val="2"/>
            <w:vMerge w:val="restart"/>
          </w:tcPr>
          <w:p w:rsidR="00160BD2" w:rsidRDefault="00160BD2" w:rsidP="00160BD2">
            <w:pPr>
              <w:tabs>
                <w:tab w:val="left" w:pos="2880"/>
                <w:tab w:val="left" w:pos="3806"/>
              </w:tabs>
              <w:spacing w:line="276" w:lineRule="auto"/>
              <w:ind w:left="829" w:right="-255" w:hanging="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8E20DB">
              <w:rPr>
                <w:sz w:val="28"/>
                <w:szCs w:val="28"/>
              </w:rPr>
              <w:t>Руководителям</w:t>
            </w:r>
            <w:r w:rsidR="002825AC">
              <w:rPr>
                <w:sz w:val="28"/>
                <w:szCs w:val="28"/>
              </w:rPr>
              <w:t xml:space="preserve"> исполнительных комитетов</w:t>
            </w:r>
          </w:p>
          <w:p w:rsidR="00850662" w:rsidRDefault="00160BD2" w:rsidP="002825AC">
            <w:pPr>
              <w:tabs>
                <w:tab w:val="left" w:pos="2880"/>
                <w:tab w:val="left" w:pos="3806"/>
              </w:tabs>
              <w:spacing w:line="276" w:lineRule="auto"/>
              <w:ind w:left="971" w:right="-255" w:hanging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муниципальных образований</w:t>
            </w:r>
            <w:r w:rsidR="002825AC">
              <w:rPr>
                <w:sz w:val="28"/>
                <w:szCs w:val="28"/>
              </w:rPr>
              <w:t xml:space="preserve">     </w:t>
            </w:r>
          </w:p>
          <w:p w:rsidR="00850662" w:rsidRDefault="00160BD2" w:rsidP="00850662">
            <w:pPr>
              <w:spacing w:line="276" w:lineRule="auto"/>
              <w:ind w:left="-21" w:right="-255" w:firstLine="2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850662">
              <w:rPr>
                <w:sz w:val="28"/>
                <w:szCs w:val="28"/>
              </w:rPr>
              <w:t>Республики Татарстан</w:t>
            </w:r>
          </w:p>
          <w:p w:rsidR="00841202" w:rsidRDefault="00841202" w:rsidP="00841202">
            <w:pPr>
              <w:ind w:left="-109" w:right="-530"/>
              <w:rPr>
                <w:bCs/>
                <w:color w:val="000000"/>
                <w:sz w:val="28"/>
                <w:szCs w:val="28"/>
              </w:rPr>
            </w:pPr>
          </w:p>
          <w:p w:rsidR="00BA1935" w:rsidRPr="00AE60CF" w:rsidRDefault="00BA1935" w:rsidP="00850662">
            <w:pPr>
              <w:ind w:left="-109" w:right="-530"/>
              <w:rPr>
                <w:sz w:val="28"/>
                <w:szCs w:val="28"/>
              </w:rPr>
            </w:pPr>
          </w:p>
        </w:tc>
      </w:tr>
      <w:tr w:rsidR="00BA1935" w:rsidRPr="005557BB" w:rsidTr="003E76D7">
        <w:trPr>
          <w:gridAfter w:val="2"/>
          <w:wAfter w:w="425" w:type="dxa"/>
          <w:trHeight w:val="1368"/>
        </w:trPr>
        <w:tc>
          <w:tcPr>
            <w:tcW w:w="5438" w:type="dxa"/>
            <w:gridSpan w:val="4"/>
          </w:tcPr>
          <w:p w:rsidR="00BA1935" w:rsidRDefault="00BA1935" w:rsidP="007439C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557BB">
              <w:rPr>
                <w:sz w:val="28"/>
                <w:szCs w:val="28"/>
              </w:rPr>
              <w:t>На № __________________________</w:t>
            </w:r>
          </w:p>
          <w:p w:rsidR="00463F35" w:rsidRDefault="00463F35" w:rsidP="007439C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2539B" w:rsidRDefault="0042539B" w:rsidP="00446609">
            <w:pPr>
              <w:spacing w:line="276" w:lineRule="auto"/>
              <w:rPr>
                <w:sz w:val="20"/>
                <w:szCs w:val="20"/>
              </w:rPr>
            </w:pPr>
          </w:p>
          <w:p w:rsidR="00446609" w:rsidRPr="00A31AD4" w:rsidRDefault="00446609" w:rsidP="00446609">
            <w:pPr>
              <w:spacing w:line="276" w:lineRule="auto"/>
              <w:rPr>
                <w:sz w:val="22"/>
                <w:szCs w:val="20"/>
              </w:rPr>
            </w:pPr>
          </w:p>
        </w:tc>
        <w:tc>
          <w:tcPr>
            <w:tcW w:w="4485" w:type="dxa"/>
            <w:gridSpan w:val="2"/>
            <w:vMerge/>
          </w:tcPr>
          <w:p w:rsidR="00BA1935" w:rsidRPr="005557BB" w:rsidRDefault="00BA1935" w:rsidP="007439C4">
            <w:pPr>
              <w:ind w:right="-110" w:firstLine="1821"/>
              <w:rPr>
                <w:sz w:val="28"/>
                <w:szCs w:val="28"/>
              </w:rPr>
            </w:pPr>
          </w:p>
        </w:tc>
      </w:tr>
    </w:tbl>
    <w:p w:rsidR="00FB4FFC" w:rsidRDefault="000A4DCF" w:rsidP="00FC37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Уважаемые коллеги!</w:t>
      </w:r>
    </w:p>
    <w:p w:rsidR="00A9302D" w:rsidRDefault="00A9302D" w:rsidP="00FC3740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65683E" w:rsidRDefault="007525F8" w:rsidP="006568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агентством по делам молодежи в рамках реализаций</w:t>
      </w:r>
      <w:r w:rsidR="00FB4F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общероссийского проекта </w:t>
      </w:r>
      <w:proofErr w:type="spellStart"/>
      <w:r>
        <w:rPr>
          <w:sz w:val="28"/>
          <w:szCs w:val="28"/>
        </w:rPr>
        <w:t>Рос</w:t>
      </w:r>
      <w:r w:rsidR="000A4DCF">
        <w:rPr>
          <w:sz w:val="28"/>
          <w:szCs w:val="28"/>
        </w:rPr>
        <w:t>м</w:t>
      </w:r>
      <w:r>
        <w:rPr>
          <w:sz w:val="28"/>
          <w:szCs w:val="28"/>
        </w:rPr>
        <w:t>олодежьБизнес</w:t>
      </w:r>
      <w:proofErr w:type="spellEnd"/>
      <w:r>
        <w:rPr>
          <w:sz w:val="28"/>
          <w:szCs w:val="28"/>
        </w:rPr>
        <w:t xml:space="preserve"> </w:t>
      </w:r>
      <w:r w:rsidR="00934599">
        <w:rPr>
          <w:sz w:val="28"/>
          <w:szCs w:val="28"/>
        </w:rPr>
        <w:t>организует проект для молодых предпринимателей в сфере технологий – «</w:t>
      </w:r>
      <w:proofErr w:type="spellStart"/>
      <w:r w:rsidR="00934599">
        <w:rPr>
          <w:sz w:val="28"/>
          <w:szCs w:val="28"/>
        </w:rPr>
        <w:t>СтартТех</w:t>
      </w:r>
      <w:proofErr w:type="spellEnd"/>
      <w:r w:rsidR="00934599">
        <w:rPr>
          <w:sz w:val="28"/>
          <w:szCs w:val="28"/>
        </w:rPr>
        <w:t xml:space="preserve">», который проводится </w:t>
      </w:r>
      <w:r w:rsidR="00561932">
        <w:rPr>
          <w:sz w:val="28"/>
          <w:szCs w:val="28"/>
        </w:rPr>
        <w:br/>
      </w:r>
      <w:r w:rsidR="00934599">
        <w:rPr>
          <w:sz w:val="28"/>
          <w:szCs w:val="28"/>
        </w:rPr>
        <w:t>13-18</w:t>
      </w:r>
      <w:r w:rsidR="00002FE9">
        <w:rPr>
          <w:sz w:val="28"/>
          <w:szCs w:val="28"/>
        </w:rPr>
        <w:t xml:space="preserve"> октября 2024 года в </w:t>
      </w:r>
      <w:r w:rsidR="00934599">
        <w:rPr>
          <w:sz w:val="28"/>
          <w:szCs w:val="28"/>
        </w:rPr>
        <w:t>особой экономической зоне «</w:t>
      </w:r>
      <w:proofErr w:type="spellStart"/>
      <w:r w:rsidR="00934599">
        <w:rPr>
          <w:sz w:val="28"/>
          <w:szCs w:val="28"/>
        </w:rPr>
        <w:t>Алабуга</w:t>
      </w:r>
      <w:proofErr w:type="spellEnd"/>
      <w:r w:rsidR="00934599">
        <w:rPr>
          <w:sz w:val="28"/>
          <w:szCs w:val="28"/>
        </w:rPr>
        <w:t xml:space="preserve">» </w:t>
      </w:r>
      <w:r w:rsidR="00002FE9">
        <w:rPr>
          <w:sz w:val="28"/>
          <w:szCs w:val="28"/>
        </w:rPr>
        <w:t>города Елабуга Республики Татарстан.</w:t>
      </w:r>
    </w:p>
    <w:p w:rsidR="00FB4FFC" w:rsidRDefault="00FB4FFC" w:rsidP="00FB4FFC">
      <w:pPr>
        <w:ind w:firstLine="709"/>
        <w:jc w:val="both"/>
        <w:rPr>
          <w:sz w:val="28"/>
          <w:szCs w:val="28"/>
        </w:rPr>
      </w:pPr>
      <w:r w:rsidRPr="00FB4FFC">
        <w:rPr>
          <w:sz w:val="28"/>
          <w:szCs w:val="28"/>
        </w:rPr>
        <w:t xml:space="preserve">Целью реализации </w:t>
      </w:r>
      <w:r w:rsidR="0065683E">
        <w:rPr>
          <w:sz w:val="28"/>
          <w:szCs w:val="28"/>
        </w:rPr>
        <w:t xml:space="preserve">проекта </w:t>
      </w:r>
      <w:r w:rsidRPr="00FB4FFC">
        <w:rPr>
          <w:sz w:val="28"/>
          <w:szCs w:val="28"/>
        </w:rPr>
        <w:t xml:space="preserve">является </w:t>
      </w:r>
      <w:r w:rsidR="008F1EDC">
        <w:rPr>
          <w:sz w:val="28"/>
          <w:szCs w:val="28"/>
        </w:rPr>
        <w:t xml:space="preserve">развитие молодежного предпринимательства, поддержки создания инновационных продуктов в сфере технологий, повышение узнаваемости российских брендов и укрепление инвестиционного потенциала регионов </w:t>
      </w:r>
      <w:r w:rsidRPr="00FB4FFC">
        <w:rPr>
          <w:sz w:val="28"/>
          <w:szCs w:val="28"/>
        </w:rPr>
        <w:t>Российской Федерации.</w:t>
      </w:r>
    </w:p>
    <w:p w:rsidR="001C2366" w:rsidRDefault="007525F8" w:rsidP="00FB4F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Принимая во внимание вышеизложенное просим Вас оказать</w:t>
      </w:r>
      <w:r w:rsidR="00FB4FFC" w:rsidRPr="00FB4FFC">
        <w:rPr>
          <w:sz w:val="28"/>
          <w:szCs w:val="28"/>
        </w:rPr>
        <w:t xml:space="preserve"> содействие </w:t>
      </w:r>
      <w:r w:rsidR="00334E02">
        <w:rPr>
          <w:sz w:val="28"/>
          <w:szCs w:val="28"/>
        </w:rPr>
        <w:br/>
      </w:r>
      <w:r w:rsidR="00FB4FFC" w:rsidRPr="00FB4FFC">
        <w:rPr>
          <w:sz w:val="28"/>
          <w:szCs w:val="28"/>
        </w:rPr>
        <w:t>в информировании, привлечении и регистрации</w:t>
      </w:r>
      <w:r w:rsidR="00112132">
        <w:rPr>
          <w:sz w:val="28"/>
          <w:szCs w:val="28"/>
        </w:rPr>
        <w:t xml:space="preserve"> учащихся, молодых ученых </w:t>
      </w:r>
      <w:r w:rsidR="00D35E8D">
        <w:rPr>
          <w:sz w:val="28"/>
          <w:szCs w:val="28"/>
        </w:rPr>
        <w:t xml:space="preserve">Ваших образовательных </w:t>
      </w:r>
      <w:r w:rsidR="005E5502">
        <w:rPr>
          <w:sz w:val="28"/>
          <w:szCs w:val="28"/>
        </w:rPr>
        <w:t>учреждений</w:t>
      </w:r>
      <w:r w:rsidR="001C2366">
        <w:rPr>
          <w:sz w:val="28"/>
          <w:szCs w:val="28"/>
        </w:rPr>
        <w:t xml:space="preserve"> </w:t>
      </w:r>
      <w:r w:rsidR="00112132">
        <w:rPr>
          <w:sz w:val="28"/>
          <w:szCs w:val="28"/>
        </w:rPr>
        <w:t>от 14 до 35</w:t>
      </w:r>
      <w:r>
        <w:rPr>
          <w:sz w:val="28"/>
          <w:szCs w:val="28"/>
        </w:rPr>
        <w:t xml:space="preserve"> лет (включительно) в срок до 9</w:t>
      </w:r>
      <w:r w:rsidR="00862EE5">
        <w:rPr>
          <w:sz w:val="28"/>
          <w:szCs w:val="28"/>
        </w:rPr>
        <w:t xml:space="preserve"> сентября</w:t>
      </w:r>
      <w:r>
        <w:rPr>
          <w:sz w:val="28"/>
          <w:szCs w:val="28"/>
        </w:rPr>
        <w:t xml:space="preserve"> 2024 года.</w:t>
      </w:r>
    </w:p>
    <w:p w:rsidR="00734036" w:rsidRDefault="00734036" w:rsidP="00734036">
      <w:pPr>
        <w:spacing w:after="5" w:line="267" w:lineRule="auto"/>
        <w:ind w:firstLine="708"/>
        <w:jc w:val="both"/>
        <w:rPr>
          <w:color w:val="000000" w:themeColor="text1"/>
          <w:lang w:val="en-US"/>
        </w:rPr>
      </w:pPr>
      <w:r w:rsidRPr="00734036">
        <w:rPr>
          <w:color w:val="000000" w:themeColor="text1"/>
          <w:sz w:val="28"/>
          <w:szCs w:val="28"/>
        </w:rPr>
        <w:t>Ссылка</w:t>
      </w:r>
      <w:r w:rsidRPr="00734036">
        <w:rPr>
          <w:color w:val="000000" w:themeColor="text1"/>
          <w:sz w:val="28"/>
          <w:szCs w:val="28"/>
          <w:lang w:val="en-US"/>
        </w:rPr>
        <w:t xml:space="preserve"> </w:t>
      </w:r>
      <w:r w:rsidRPr="00734036">
        <w:rPr>
          <w:color w:val="000000" w:themeColor="text1"/>
          <w:sz w:val="28"/>
          <w:szCs w:val="28"/>
        </w:rPr>
        <w:t>для</w:t>
      </w:r>
      <w:r w:rsidRPr="00734036">
        <w:rPr>
          <w:color w:val="000000" w:themeColor="text1"/>
          <w:sz w:val="28"/>
          <w:szCs w:val="28"/>
          <w:lang w:val="en-US"/>
        </w:rPr>
        <w:t xml:space="preserve"> </w:t>
      </w:r>
      <w:r w:rsidRPr="00734036">
        <w:rPr>
          <w:color w:val="000000" w:themeColor="text1"/>
          <w:sz w:val="28"/>
          <w:szCs w:val="28"/>
        </w:rPr>
        <w:t>регистрации</w:t>
      </w:r>
      <w:r w:rsidRPr="00734036">
        <w:rPr>
          <w:color w:val="000000" w:themeColor="text1"/>
          <w:sz w:val="28"/>
          <w:szCs w:val="28"/>
          <w:lang w:val="en-US"/>
        </w:rPr>
        <w:t xml:space="preserve">: </w:t>
      </w:r>
      <w:hyperlink r:id="rId9">
        <w:r w:rsidRPr="00734036">
          <w:rPr>
            <w:color w:val="000000" w:themeColor="text1"/>
            <w:sz w:val="28"/>
            <w:lang w:val="en-US"/>
          </w:rPr>
          <w:t>rosmolbusiness</w:t>
        </w:r>
      </w:hyperlink>
      <w:hyperlink r:id="rId10">
        <w:r w:rsidRPr="00734036">
          <w:rPr>
            <w:color w:val="000000" w:themeColor="text1"/>
            <w:sz w:val="28"/>
            <w:lang w:val="en-US"/>
          </w:rPr>
          <w:t>.</w:t>
        </w:r>
      </w:hyperlink>
      <w:hyperlink r:id="rId11">
        <w:r w:rsidRPr="00734036">
          <w:rPr>
            <w:color w:val="000000" w:themeColor="text1"/>
            <w:sz w:val="28"/>
            <w:lang w:val="en-US"/>
          </w:rPr>
          <w:t>ru</w:t>
        </w:r>
      </w:hyperlink>
      <w:hyperlink r:id="rId12">
        <w:r w:rsidRPr="00734036">
          <w:rPr>
            <w:color w:val="000000" w:themeColor="text1"/>
            <w:sz w:val="28"/>
            <w:lang w:val="en-US"/>
          </w:rPr>
          <w:t>/</w:t>
        </w:r>
      </w:hyperlink>
      <w:hyperlink r:id="rId13">
        <w:r w:rsidRPr="00734036">
          <w:rPr>
            <w:color w:val="000000" w:themeColor="text1"/>
            <w:sz w:val="28"/>
            <w:lang w:val="en-US"/>
          </w:rPr>
          <w:t>contests</w:t>
        </w:r>
      </w:hyperlink>
      <w:hyperlink r:id="rId14">
        <w:r w:rsidRPr="00734036">
          <w:rPr>
            <w:color w:val="000000" w:themeColor="text1"/>
            <w:sz w:val="28"/>
            <w:lang w:val="en-US"/>
          </w:rPr>
          <w:t>/995</w:t>
        </w:r>
      </w:hyperlink>
      <w:hyperlink r:id="rId15">
        <w:r w:rsidRPr="00734036">
          <w:rPr>
            <w:color w:val="000000" w:themeColor="text1"/>
            <w:sz w:val="28"/>
            <w:lang w:val="en-US"/>
          </w:rPr>
          <w:t>fbaae</w:t>
        </w:r>
      </w:hyperlink>
      <w:hyperlink r:id="rId16">
        <w:r w:rsidRPr="00734036">
          <w:rPr>
            <w:color w:val="000000" w:themeColor="text1"/>
            <w:sz w:val="28"/>
            <w:lang w:val="en-US"/>
          </w:rPr>
          <w:t>-</w:t>
        </w:r>
      </w:hyperlink>
      <w:hyperlink r:id="rId17">
        <w:r w:rsidRPr="00734036">
          <w:rPr>
            <w:color w:val="000000" w:themeColor="text1"/>
            <w:sz w:val="28"/>
            <w:lang w:val="en-US"/>
          </w:rPr>
          <w:t>395</w:t>
        </w:r>
      </w:hyperlink>
      <w:hyperlink r:id="rId18">
        <w:r w:rsidRPr="00734036">
          <w:rPr>
            <w:color w:val="000000" w:themeColor="text1"/>
            <w:sz w:val="28"/>
            <w:lang w:val="en-US"/>
          </w:rPr>
          <w:t>a</w:t>
        </w:r>
      </w:hyperlink>
      <w:hyperlink r:id="rId19">
        <w:r w:rsidRPr="00734036">
          <w:rPr>
            <w:color w:val="000000" w:themeColor="text1"/>
            <w:sz w:val="28"/>
            <w:lang w:val="en-US"/>
          </w:rPr>
          <w:t>-</w:t>
        </w:r>
      </w:hyperlink>
      <w:hyperlink r:id="rId20">
        <w:r w:rsidRPr="00734036">
          <w:rPr>
            <w:color w:val="000000" w:themeColor="text1"/>
            <w:sz w:val="28"/>
            <w:lang w:val="en-US"/>
          </w:rPr>
          <w:t>48</w:t>
        </w:r>
      </w:hyperlink>
      <w:hyperlink r:id="rId21">
        <w:r w:rsidRPr="00734036">
          <w:rPr>
            <w:color w:val="000000" w:themeColor="text1"/>
            <w:sz w:val="28"/>
            <w:lang w:val="en-US"/>
          </w:rPr>
          <w:t>f</w:t>
        </w:r>
      </w:hyperlink>
      <w:hyperlink r:id="rId22">
        <w:r w:rsidRPr="00734036">
          <w:rPr>
            <w:color w:val="000000" w:themeColor="text1"/>
            <w:sz w:val="28"/>
            <w:lang w:val="en-US"/>
          </w:rPr>
          <w:t>5</w:t>
        </w:r>
      </w:hyperlink>
      <w:hyperlink r:id="rId23">
        <w:r w:rsidRPr="00734036">
          <w:rPr>
            <w:color w:val="000000" w:themeColor="text1"/>
            <w:sz w:val="28"/>
            <w:lang w:val="en-US"/>
          </w:rPr>
          <w:t>-</w:t>
        </w:r>
      </w:hyperlink>
      <w:hyperlink r:id="rId24">
        <w:r w:rsidRPr="00734036">
          <w:rPr>
            <w:color w:val="000000" w:themeColor="text1"/>
            <w:sz w:val="28"/>
            <w:lang w:val="en-US"/>
          </w:rPr>
          <w:t>857</w:t>
        </w:r>
      </w:hyperlink>
      <w:hyperlink r:id="rId25">
        <w:r w:rsidRPr="00734036">
          <w:rPr>
            <w:color w:val="000000" w:themeColor="text1"/>
            <w:sz w:val="28"/>
            <w:lang w:val="en-US"/>
          </w:rPr>
          <w:t>f</w:t>
        </w:r>
      </w:hyperlink>
      <w:hyperlink r:id="rId26">
        <w:r w:rsidRPr="00734036">
          <w:rPr>
            <w:color w:val="000000" w:themeColor="text1"/>
            <w:sz w:val="28"/>
            <w:lang w:val="en-US"/>
          </w:rPr>
          <w:t>-</w:t>
        </w:r>
      </w:hyperlink>
      <w:hyperlink r:id="rId27">
        <w:r w:rsidRPr="00734036">
          <w:rPr>
            <w:color w:val="000000" w:themeColor="text1"/>
            <w:sz w:val="28"/>
            <w:lang w:val="en-US"/>
          </w:rPr>
          <w:t>38</w:t>
        </w:r>
      </w:hyperlink>
      <w:hyperlink r:id="rId28">
        <w:r w:rsidRPr="00734036">
          <w:rPr>
            <w:color w:val="000000" w:themeColor="text1"/>
            <w:sz w:val="28"/>
            <w:lang w:val="en-US"/>
          </w:rPr>
          <w:t>ce</w:t>
        </w:r>
      </w:hyperlink>
      <w:hyperlink r:id="rId29">
        <w:r w:rsidRPr="00734036">
          <w:rPr>
            <w:color w:val="000000" w:themeColor="text1"/>
            <w:sz w:val="28"/>
            <w:lang w:val="en-US"/>
          </w:rPr>
          <w:t>3</w:t>
        </w:r>
      </w:hyperlink>
      <w:hyperlink r:id="rId30">
        <w:r w:rsidRPr="00734036">
          <w:rPr>
            <w:color w:val="000000" w:themeColor="text1"/>
            <w:sz w:val="28"/>
            <w:lang w:val="en-US"/>
          </w:rPr>
          <w:t>d</w:t>
        </w:r>
      </w:hyperlink>
      <w:hyperlink r:id="rId31">
        <w:r w:rsidRPr="00734036">
          <w:rPr>
            <w:color w:val="000000" w:themeColor="text1"/>
            <w:sz w:val="28"/>
            <w:lang w:val="en-US"/>
          </w:rPr>
          <w:t>01</w:t>
        </w:r>
      </w:hyperlink>
      <w:hyperlink r:id="rId32">
        <w:r w:rsidRPr="00734036">
          <w:rPr>
            <w:color w:val="000000" w:themeColor="text1"/>
            <w:sz w:val="28"/>
            <w:lang w:val="en-US"/>
          </w:rPr>
          <w:t>de</w:t>
        </w:r>
      </w:hyperlink>
      <w:hyperlink r:id="rId33">
        <w:r w:rsidRPr="00734036">
          <w:rPr>
            <w:color w:val="000000" w:themeColor="text1"/>
            <w:sz w:val="28"/>
            <w:lang w:val="en-US"/>
          </w:rPr>
          <w:t>92</w:t>
        </w:r>
      </w:hyperlink>
      <w:r w:rsidRPr="00734036">
        <w:rPr>
          <w:color w:val="000000" w:themeColor="text1"/>
          <w:lang w:val="en-US"/>
        </w:rPr>
        <w:t>.</w:t>
      </w:r>
    </w:p>
    <w:p w:rsidR="003B586E" w:rsidRPr="003B586E" w:rsidRDefault="003B586E" w:rsidP="00734036">
      <w:pPr>
        <w:spacing w:after="5" w:line="267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Приложение: на 12 л. в 1 экз.</w:t>
      </w:r>
    </w:p>
    <w:p w:rsidR="00734036" w:rsidRPr="003B586E" w:rsidRDefault="00734036" w:rsidP="00FB4FFC">
      <w:pPr>
        <w:ind w:firstLine="709"/>
        <w:jc w:val="both"/>
        <w:rPr>
          <w:sz w:val="28"/>
          <w:szCs w:val="28"/>
        </w:rPr>
      </w:pPr>
    </w:p>
    <w:p w:rsidR="00025BF8" w:rsidRPr="003B586E" w:rsidRDefault="00025BF8" w:rsidP="00B848A6">
      <w:pPr>
        <w:rPr>
          <w:b/>
          <w:sz w:val="28"/>
          <w:szCs w:val="28"/>
        </w:rPr>
      </w:pPr>
    </w:p>
    <w:tbl>
      <w:tblPr>
        <w:tblStyle w:val="a5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251"/>
      </w:tblGrid>
      <w:tr w:rsidR="00EB25EB" w:rsidTr="003E76D7">
        <w:tc>
          <w:tcPr>
            <w:tcW w:w="5097" w:type="dxa"/>
          </w:tcPr>
          <w:p w:rsidR="003B44A8" w:rsidRDefault="00112132" w:rsidP="00112132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Заместитель министра</w:t>
            </w:r>
          </w:p>
        </w:tc>
        <w:tc>
          <w:tcPr>
            <w:tcW w:w="5251" w:type="dxa"/>
          </w:tcPr>
          <w:p w:rsidR="00EB25EB" w:rsidRDefault="000E17C6" w:rsidP="000E17C6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        </w:t>
            </w:r>
            <w:r w:rsidR="003E76D7">
              <w:rPr>
                <w:rFonts w:eastAsia="Calibri"/>
                <w:b/>
                <w:sz w:val="28"/>
                <w:szCs w:val="28"/>
              </w:rPr>
              <w:t xml:space="preserve">  </w:t>
            </w:r>
            <w:r>
              <w:rPr>
                <w:rFonts w:eastAsia="Calibri"/>
                <w:b/>
                <w:sz w:val="28"/>
                <w:szCs w:val="28"/>
              </w:rPr>
              <w:t xml:space="preserve">                               </w:t>
            </w:r>
            <w:r w:rsidR="00734036">
              <w:rPr>
                <w:rFonts w:eastAsia="Calibri"/>
                <w:b/>
                <w:sz w:val="28"/>
                <w:szCs w:val="28"/>
              </w:rPr>
              <w:t xml:space="preserve">   </w:t>
            </w:r>
            <w:proofErr w:type="spellStart"/>
            <w:r w:rsidR="00112132">
              <w:rPr>
                <w:rFonts w:eastAsia="Calibri"/>
                <w:b/>
                <w:sz w:val="28"/>
                <w:szCs w:val="28"/>
              </w:rPr>
              <w:t>А.А.Сабирова</w:t>
            </w:r>
            <w:proofErr w:type="spellEnd"/>
          </w:p>
        </w:tc>
      </w:tr>
    </w:tbl>
    <w:p w:rsidR="000E17C6" w:rsidRDefault="000E17C6" w:rsidP="007552C4">
      <w:pPr>
        <w:tabs>
          <w:tab w:val="left" w:pos="0"/>
          <w:tab w:val="left" w:pos="426"/>
        </w:tabs>
        <w:outlineLvl w:val="0"/>
        <w:rPr>
          <w:rFonts w:eastAsia="Calibri"/>
        </w:rPr>
      </w:pPr>
    </w:p>
    <w:p w:rsidR="000E17C6" w:rsidRDefault="000E17C6" w:rsidP="007552C4">
      <w:pPr>
        <w:tabs>
          <w:tab w:val="left" w:pos="0"/>
          <w:tab w:val="left" w:pos="426"/>
        </w:tabs>
        <w:outlineLvl w:val="0"/>
        <w:rPr>
          <w:rFonts w:eastAsia="Calibri"/>
        </w:rPr>
      </w:pPr>
    </w:p>
    <w:p w:rsidR="000E17C6" w:rsidRDefault="000E17C6" w:rsidP="007552C4">
      <w:pPr>
        <w:tabs>
          <w:tab w:val="left" w:pos="0"/>
          <w:tab w:val="left" w:pos="426"/>
        </w:tabs>
        <w:outlineLvl w:val="0"/>
        <w:rPr>
          <w:rFonts w:eastAsia="Calibri"/>
        </w:rPr>
      </w:pPr>
    </w:p>
    <w:p w:rsidR="000E17C6" w:rsidRDefault="000E17C6" w:rsidP="007552C4">
      <w:pPr>
        <w:tabs>
          <w:tab w:val="left" w:pos="0"/>
          <w:tab w:val="left" w:pos="426"/>
        </w:tabs>
        <w:outlineLvl w:val="0"/>
        <w:rPr>
          <w:rFonts w:eastAsia="Calibri"/>
        </w:rPr>
      </w:pPr>
    </w:p>
    <w:p w:rsidR="00B61198" w:rsidRDefault="00B61198" w:rsidP="007552C4">
      <w:pPr>
        <w:tabs>
          <w:tab w:val="left" w:pos="0"/>
          <w:tab w:val="left" w:pos="426"/>
        </w:tabs>
        <w:outlineLvl w:val="0"/>
        <w:rPr>
          <w:rFonts w:eastAsia="Calibri"/>
        </w:rPr>
      </w:pPr>
    </w:p>
    <w:p w:rsidR="00D35E8D" w:rsidRDefault="00D35E8D" w:rsidP="007552C4">
      <w:pPr>
        <w:tabs>
          <w:tab w:val="left" w:pos="0"/>
          <w:tab w:val="left" w:pos="426"/>
        </w:tabs>
        <w:outlineLvl w:val="0"/>
        <w:rPr>
          <w:rFonts w:eastAsia="Calibri"/>
        </w:rPr>
      </w:pPr>
    </w:p>
    <w:p w:rsidR="00D35E8D" w:rsidRDefault="00D35E8D" w:rsidP="007552C4">
      <w:pPr>
        <w:tabs>
          <w:tab w:val="left" w:pos="0"/>
          <w:tab w:val="left" w:pos="426"/>
        </w:tabs>
        <w:outlineLvl w:val="0"/>
        <w:rPr>
          <w:rFonts w:eastAsia="Calibri"/>
        </w:rPr>
      </w:pPr>
    </w:p>
    <w:p w:rsidR="00D35E8D" w:rsidRDefault="00D35E8D" w:rsidP="007552C4">
      <w:pPr>
        <w:tabs>
          <w:tab w:val="left" w:pos="0"/>
          <w:tab w:val="left" w:pos="426"/>
        </w:tabs>
        <w:outlineLvl w:val="0"/>
        <w:rPr>
          <w:rFonts w:eastAsia="Calibri"/>
        </w:rPr>
      </w:pPr>
    </w:p>
    <w:p w:rsidR="00294E5B" w:rsidRDefault="00294E5B" w:rsidP="007552C4">
      <w:pPr>
        <w:tabs>
          <w:tab w:val="left" w:pos="0"/>
          <w:tab w:val="left" w:pos="426"/>
        </w:tabs>
        <w:outlineLvl w:val="0"/>
        <w:rPr>
          <w:rFonts w:eastAsia="Calibri"/>
        </w:rPr>
      </w:pPr>
    </w:p>
    <w:p w:rsidR="003B586E" w:rsidRPr="003B586E" w:rsidRDefault="00FB4FFC" w:rsidP="001C2366">
      <w:pPr>
        <w:tabs>
          <w:tab w:val="left" w:pos="0"/>
          <w:tab w:val="left" w:pos="426"/>
        </w:tabs>
        <w:outlineLvl w:val="0"/>
        <w:rPr>
          <w:rFonts w:eastAsia="Calibri"/>
          <w:sz w:val="22"/>
          <w:szCs w:val="22"/>
        </w:rPr>
      </w:pPr>
      <w:proofErr w:type="spellStart"/>
      <w:r w:rsidRPr="003B586E">
        <w:rPr>
          <w:rFonts w:eastAsia="Calibri"/>
          <w:sz w:val="22"/>
          <w:szCs w:val="22"/>
        </w:rPr>
        <w:t>Л.Ф</w:t>
      </w:r>
      <w:r w:rsidR="007552C4" w:rsidRPr="003B586E">
        <w:rPr>
          <w:rFonts w:eastAsia="Calibri"/>
          <w:sz w:val="22"/>
          <w:szCs w:val="22"/>
        </w:rPr>
        <w:t>.</w:t>
      </w:r>
      <w:r w:rsidRPr="003B586E">
        <w:rPr>
          <w:rFonts w:eastAsia="Calibri"/>
          <w:sz w:val="22"/>
          <w:szCs w:val="22"/>
        </w:rPr>
        <w:t>Суюнова</w:t>
      </w:r>
      <w:proofErr w:type="spellEnd"/>
      <w:r w:rsidR="007552C4" w:rsidRPr="003B586E">
        <w:rPr>
          <w:rFonts w:eastAsia="Calibri"/>
          <w:sz w:val="22"/>
          <w:szCs w:val="22"/>
        </w:rPr>
        <w:t>,</w:t>
      </w:r>
    </w:p>
    <w:p w:rsidR="00AE59FD" w:rsidRPr="003B586E" w:rsidRDefault="00FB4FFC" w:rsidP="001C2366">
      <w:pPr>
        <w:tabs>
          <w:tab w:val="left" w:pos="0"/>
          <w:tab w:val="left" w:pos="426"/>
        </w:tabs>
        <w:outlineLvl w:val="0"/>
        <w:rPr>
          <w:rFonts w:eastAsia="Calibri"/>
          <w:sz w:val="22"/>
          <w:szCs w:val="22"/>
        </w:rPr>
      </w:pPr>
      <w:r w:rsidRPr="003B586E">
        <w:rPr>
          <w:rFonts w:eastAsia="Calibri"/>
          <w:sz w:val="22"/>
          <w:szCs w:val="22"/>
        </w:rPr>
        <w:t>8(843)222-91-79</w:t>
      </w:r>
    </w:p>
    <w:sectPr w:rsidR="00AE59FD" w:rsidRPr="003B586E" w:rsidSect="00446609">
      <w:footerReference w:type="default" r:id="rId34"/>
      <w:pgSz w:w="11906" w:h="16838" w:code="9"/>
      <w:pgMar w:top="1134" w:right="567" w:bottom="1134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E73" w:rsidRDefault="00F16E73">
      <w:r>
        <w:separator/>
      </w:r>
    </w:p>
  </w:endnote>
  <w:endnote w:type="continuationSeparator" w:id="0">
    <w:p w:rsidR="00F16E73" w:rsidRDefault="00F16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0FB" w:rsidRPr="0042539B" w:rsidRDefault="006E40FB" w:rsidP="0042539B">
    <w:pPr>
      <w:tabs>
        <w:tab w:val="left" w:pos="0"/>
        <w:tab w:val="left" w:pos="426"/>
      </w:tabs>
      <w:outlineLvl w:val="0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E73" w:rsidRDefault="00F16E73">
      <w:r>
        <w:separator/>
      </w:r>
    </w:p>
  </w:footnote>
  <w:footnote w:type="continuationSeparator" w:id="0">
    <w:p w:rsidR="00F16E73" w:rsidRDefault="00F16E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C05BF"/>
    <w:multiLevelType w:val="hybridMultilevel"/>
    <w:tmpl w:val="4C00F3AC"/>
    <w:lvl w:ilvl="0" w:tplc="9698DA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98DA4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A1E26"/>
    <w:multiLevelType w:val="hybridMultilevel"/>
    <w:tmpl w:val="CCBA76E6"/>
    <w:lvl w:ilvl="0" w:tplc="9698DA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8832A3D"/>
    <w:multiLevelType w:val="hybridMultilevel"/>
    <w:tmpl w:val="2D964244"/>
    <w:lvl w:ilvl="0" w:tplc="84623EC4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0A1486">
      <w:start w:val="1"/>
      <w:numFmt w:val="bullet"/>
      <w:lvlText w:val="o"/>
      <w:lvlJc w:val="left"/>
      <w:pPr>
        <w:ind w:left="17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0202F8">
      <w:start w:val="1"/>
      <w:numFmt w:val="bullet"/>
      <w:lvlText w:val="▪"/>
      <w:lvlJc w:val="left"/>
      <w:pPr>
        <w:ind w:left="24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84862A">
      <w:start w:val="1"/>
      <w:numFmt w:val="bullet"/>
      <w:lvlText w:val="•"/>
      <w:lvlJc w:val="left"/>
      <w:pPr>
        <w:ind w:left="3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DC8D08">
      <w:start w:val="1"/>
      <w:numFmt w:val="bullet"/>
      <w:lvlText w:val="o"/>
      <w:lvlJc w:val="left"/>
      <w:pPr>
        <w:ind w:left="3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64AC84">
      <w:start w:val="1"/>
      <w:numFmt w:val="bullet"/>
      <w:lvlText w:val="▪"/>
      <w:lvlJc w:val="left"/>
      <w:pPr>
        <w:ind w:left="4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986BF8">
      <w:start w:val="1"/>
      <w:numFmt w:val="bullet"/>
      <w:lvlText w:val="•"/>
      <w:lvlJc w:val="left"/>
      <w:pPr>
        <w:ind w:left="5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DAC31A">
      <w:start w:val="1"/>
      <w:numFmt w:val="bullet"/>
      <w:lvlText w:val="o"/>
      <w:lvlJc w:val="left"/>
      <w:pPr>
        <w:ind w:left="6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CC49E0">
      <w:start w:val="1"/>
      <w:numFmt w:val="bullet"/>
      <w:lvlText w:val="▪"/>
      <w:lvlJc w:val="left"/>
      <w:pPr>
        <w:ind w:left="6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2035060"/>
    <w:multiLevelType w:val="hybridMultilevel"/>
    <w:tmpl w:val="78AE4C8C"/>
    <w:lvl w:ilvl="0" w:tplc="9698DA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F46226A"/>
    <w:multiLevelType w:val="hybridMultilevel"/>
    <w:tmpl w:val="ECEE09E6"/>
    <w:lvl w:ilvl="0" w:tplc="9698DA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EBE"/>
    <w:rsid w:val="00002FE9"/>
    <w:rsid w:val="000075E0"/>
    <w:rsid w:val="00012AF1"/>
    <w:rsid w:val="00020FE6"/>
    <w:rsid w:val="00025BF8"/>
    <w:rsid w:val="000263BF"/>
    <w:rsid w:val="000269C4"/>
    <w:rsid w:val="00034AEF"/>
    <w:rsid w:val="00040C81"/>
    <w:rsid w:val="00041887"/>
    <w:rsid w:val="0004516B"/>
    <w:rsid w:val="00046779"/>
    <w:rsid w:val="0005521D"/>
    <w:rsid w:val="00061E7D"/>
    <w:rsid w:val="00084BF0"/>
    <w:rsid w:val="00090315"/>
    <w:rsid w:val="000A4DCF"/>
    <w:rsid w:val="000A6DC8"/>
    <w:rsid w:val="000B0789"/>
    <w:rsid w:val="000B1A17"/>
    <w:rsid w:val="000B32B1"/>
    <w:rsid w:val="000C3331"/>
    <w:rsid w:val="000E05B9"/>
    <w:rsid w:val="000E17C6"/>
    <w:rsid w:val="000E1EED"/>
    <w:rsid w:val="000E22A6"/>
    <w:rsid w:val="000E2601"/>
    <w:rsid w:val="000E4A7A"/>
    <w:rsid w:val="000E65F2"/>
    <w:rsid w:val="000E7092"/>
    <w:rsid w:val="000F2675"/>
    <w:rsid w:val="001010BB"/>
    <w:rsid w:val="001061DB"/>
    <w:rsid w:val="0011069C"/>
    <w:rsid w:val="00110722"/>
    <w:rsid w:val="00110E99"/>
    <w:rsid w:val="00111FFA"/>
    <w:rsid w:val="00112132"/>
    <w:rsid w:val="0012080A"/>
    <w:rsid w:val="00121267"/>
    <w:rsid w:val="00121654"/>
    <w:rsid w:val="00131EA3"/>
    <w:rsid w:val="00134631"/>
    <w:rsid w:val="00134CE4"/>
    <w:rsid w:val="00134F03"/>
    <w:rsid w:val="0014228E"/>
    <w:rsid w:val="001450A1"/>
    <w:rsid w:val="00160BD2"/>
    <w:rsid w:val="001657C2"/>
    <w:rsid w:val="001671D4"/>
    <w:rsid w:val="00175543"/>
    <w:rsid w:val="00176149"/>
    <w:rsid w:val="00181B35"/>
    <w:rsid w:val="00186271"/>
    <w:rsid w:val="0018635D"/>
    <w:rsid w:val="00196A30"/>
    <w:rsid w:val="001A0A77"/>
    <w:rsid w:val="001A560B"/>
    <w:rsid w:val="001B0D9C"/>
    <w:rsid w:val="001B56FA"/>
    <w:rsid w:val="001C2366"/>
    <w:rsid w:val="001D58E3"/>
    <w:rsid w:val="001D598C"/>
    <w:rsid w:val="001F4294"/>
    <w:rsid w:val="001F507A"/>
    <w:rsid w:val="001F55CA"/>
    <w:rsid w:val="0020724B"/>
    <w:rsid w:val="002125C4"/>
    <w:rsid w:val="00223C87"/>
    <w:rsid w:val="00233674"/>
    <w:rsid w:val="00237637"/>
    <w:rsid w:val="00242C1F"/>
    <w:rsid w:val="002433E4"/>
    <w:rsid w:val="00246782"/>
    <w:rsid w:val="00257E0D"/>
    <w:rsid w:val="00264316"/>
    <w:rsid w:val="00267029"/>
    <w:rsid w:val="002707F9"/>
    <w:rsid w:val="002716C6"/>
    <w:rsid w:val="00273FAC"/>
    <w:rsid w:val="00280AA0"/>
    <w:rsid w:val="002825AC"/>
    <w:rsid w:val="00284E4F"/>
    <w:rsid w:val="00294E5B"/>
    <w:rsid w:val="002968B0"/>
    <w:rsid w:val="002A55AB"/>
    <w:rsid w:val="002B144B"/>
    <w:rsid w:val="002B22C5"/>
    <w:rsid w:val="002B4E67"/>
    <w:rsid w:val="002B672A"/>
    <w:rsid w:val="002C4E15"/>
    <w:rsid w:val="002C553F"/>
    <w:rsid w:val="002E152E"/>
    <w:rsid w:val="002E4C4A"/>
    <w:rsid w:val="002E54B6"/>
    <w:rsid w:val="002E78CD"/>
    <w:rsid w:val="002F5D57"/>
    <w:rsid w:val="002F77F2"/>
    <w:rsid w:val="003020EF"/>
    <w:rsid w:val="00304578"/>
    <w:rsid w:val="0030645C"/>
    <w:rsid w:val="0031112F"/>
    <w:rsid w:val="00313CE5"/>
    <w:rsid w:val="00315F9C"/>
    <w:rsid w:val="00320C0F"/>
    <w:rsid w:val="003210A0"/>
    <w:rsid w:val="0032258C"/>
    <w:rsid w:val="003239E2"/>
    <w:rsid w:val="00324E24"/>
    <w:rsid w:val="00325544"/>
    <w:rsid w:val="00334E02"/>
    <w:rsid w:val="00340CCE"/>
    <w:rsid w:val="0034490B"/>
    <w:rsid w:val="00356980"/>
    <w:rsid w:val="0036098F"/>
    <w:rsid w:val="003613FD"/>
    <w:rsid w:val="003750E6"/>
    <w:rsid w:val="003750FB"/>
    <w:rsid w:val="00377A59"/>
    <w:rsid w:val="0038050F"/>
    <w:rsid w:val="0038066A"/>
    <w:rsid w:val="00386EBE"/>
    <w:rsid w:val="003A0F5C"/>
    <w:rsid w:val="003A14B5"/>
    <w:rsid w:val="003A2615"/>
    <w:rsid w:val="003A4B87"/>
    <w:rsid w:val="003A5BBC"/>
    <w:rsid w:val="003B0FC6"/>
    <w:rsid w:val="003B1E7D"/>
    <w:rsid w:val="003B44A8"/>
    <w:rsid w:val="003B5746"/>
    <w:rsid w:val="003B586E"/>
    <w:rsid w:val="003C2495"/>
    <w:rsid w:val="003C5D22"/>
    <w:rsid w:val="003D1456"/>
    <w:rsid w:val="003D224F"/>
    <w:rsid w:val="003D22C4"/>
    <w:rsid w:val="003D320F"/>
    <w:rsid w:val="003D7ADE"/>
    <w:rsid w:val="003E2074"/>
    <w:rsid w:val="003E76D7"/>
    <w:rsid w:val="003F4568"/>
    <w:rsid w:val="003F6194"/>
    <w:rsid w:val="003F67A7"/>
    <w:rsid w:val="00402307"/>
    <w:rsid w:val="00403B26"/>
    <w:rsid w:val="004040B2"/>
    <w:rsid w:val="004049D7"/>
    <w:rsid w:val="00404A73"/>
    <w:rsid w:val="00410657"/>
    <w:rsid w:val="0041200B"/>
    <w:rsid w:val="0041284F"/>
    <w:rsid w:val="00414DF7"/>
    <w:rsid w:val="0042539B"/>
    <w:rsid w:val="004259E7"/>
    <w:rsid w:val="00446609"/>
    <w:rsid w:val="004573AD"/>
    <w:rsid w:val="004633B2"/>
    <w:rsid w:val="00463F35"/>
    <w:rsid w:val="00474F17"/>
    <w:rsid w:val="004961AD"/>
    <w:rsid w:val="004A0B8D"/>
    <w:rsid w:val="004A0D32"/>
    <w:rsid w:val="004A1558"/>
    <w:rsid w:val="004B4CD5"/>
    <w:rsid w:val="004C0269"/>
    <w:rsid w:val="004C19AA"/>
    <w:rsid w:val="004D04AE"/>
    <w:rsid w:val="004E1B04"/>
    <w:rsid w:val="004E273A"/>
    <w:rsid w:val="004E5D15"/>
    <w:rsid w:val="004E7C75"/>
    <w:rsid w:val="004F30F7"/>
    <w:rsid w:val="005016ED"/>
    <w:rsid w:val="00501D6D"/>
    <w:rsid w:val="005060D4"/>
    <w:rsid w:val="0050641D"/>
    <w:rsid w:val="00506842"/>
    <w:rsid w:val="00513C95"/>
    <w:rsid w:val="005172F3"/>
    <w:rsid w:val="00532CAE"/>
    <w:rsid w:val="005337E4"/>
    <w:rsid w:val="005410CD"/>
    <w:rsid w:val="00545D4A"/>
    <w:rsid w:val="005475FD"/>
    <w:rsid w:val="00554EE7"/>
    <w:rsid w:val="005556AE"/>
    <w:rsid w:val="005557BB"/>
    <w:rsid w:val="00561932"/>
    <w:rsid w:val="00565BCB"/>
    <w:rsid w:val="00571FA5"/>
    <w:rsid w:val="00584478"/>
    <w:rsid w:val="0059094D"/>
    <w:rsid w:val="00594755"/>
    <w:rsid w:val="005A19AC"/>
    <w:rsid w:val="005A3203"/>
    <w:rsid w:val="005B757B"/>
    <w:rsid w:val="005B7F98"/>
    <w:rsid w:val="005C2F70"/>
    <w:rsid w:val="005E4DAD"/>
    <w:rsid w:val="005E5392"/>
    <w:rsid w:val="005E5502"/>
    <w:rsid w:val="005F0C74"/>
    <w:rsid w:val="005F1BEC"/>
    <w:rsid w:val="005F6681"/>
    <w:rsid w:val="005F7E0D"/>
    <w:rsid w:val="00600909"/>
    <w:rsid w:val="00614BF3"/>
    <w:rsid w:val="00615FA2"/>
    <w:rsid w:val="00620DA2"/>
    <w:rsid w:val="00622AAE"/>
    <w:rsid w:val="00627445"/>
    <w:rsid w:val="00627E33"/>
    <w:rsid w:val="0064679D"/>
    <w:rsid w:val="0065683E"/>
    <w:rsid w:val="00666E53"/>
    <w:rsid w:val="006720B9"/>
    <w:rsid w:val="00672733"/>
    <w:rsid w:val="0067583B"/>
    <w:rsid w:val="00682C83"/>
    <w:rsid w:val="00683C03"/>
    <w:rsid w:val="00685E65"/>
    <w:rsid w:val="0068640D"/>
    <w:rsid w:val="006A40F5"/>
    <w:rsid w:val="006A5305"/>
    <w:rsid w:val="006A6D47"/>
    <w:rsid w:val="006B27EF"/>
    <w:rsid w:val="006C643B"/>
    <w:rsid w:val="006D2130"/>
    <w:rsid w:val="006D33E5"/>
    <w:rsid w:val="006D4FDC"/>
    <w:rsid w:val="006D61A9"/>
    <w:rsid w:val="006D6995"/>
    <w:rsid w:val="006E40FB"/>
    <w:rsid w:val="006F5DFE"/>
    <w:rsid w:val="00716AA8"/>
    <w:rsid w:val="00731F7B"/>
    <w:rsid w:val="00734036"/>
    <w:rsid w:val="007439C4"/>
    <w:rsid w:val="0074646C"/>
    <w:rsid w:val="007466AA"/>
    <w:rsid w:val="007525F8"/>
    <w:rsid w:val="007527E4"/>
    <w:rsid w:val="007552C4"/>
    <w:rsid w:val="00757A72"/>
    <w:rsid w:val="00766B79"/>
    <w:rsid w:val="00787C88"/>
    <w:rsid w:val="00792170"/>
    <w:rsid w:val="007947F9"/>
    <w:rsid w:val="007B549B"/>
    <w:rsid w:val="007B644E"/>
    <w:rsid w:val="007B708C"/>
    <w:rsid w:val="007D34DF"/>
    <w:rsid w:val="007D3E60"/>
    <w:rsid w:val="007D6E46"/>
    <w:rsid w:val="007E24BE"/>
    <w:rsid w:val="007E3DE1"/>
    <w:rsid w:val="007F09A9"/>
    <w:rsid w:val="008007AB"/>
    <w:rsid w:val="0080450E"/>
    <w:rsid w:val="0081103A"/>
    <w:rsid w:val="008156F3"/>
    <w:rsid w:val="00816AA5"/>
    <w:rsid w:val="00836777"/>
    <w:rsid w:val="00841202"/>
    <w:rsid w:val="00845CE9"/>
    <w:rsid w:val="00847221"/>
    <w:rsid w:val="00847D0A"/>
    <w:rsid w:val="00850662"/>
    <w:rsid w:val="008540C9"/>
    <w:rsid w:val="00855609"/>
    <w:rsid w:val="0086187F"/>
    <w:rsid w:val="00862470"/>
    <w:rsid w:val="00862EE5"/>
    <w:rsid w:val="0086462D"/>
    <w:rsid w:val="008877A2"/>
    <w:rsid w:val="008A221E"/>
    <w:rsid w:val="008A7A68"/>
    <w:rsid w:val="008E20DB"/>
    <w:rsid w:val="008F1EDC"/>
    <w:rsid w:val="008F274C"/>
    <w:rsid w:val="008F2B9E"/>
    <w:rsid w:val="008F424E"/>
    <w:rsid w:val="008F68EC"/>
    <w:rsid w:val="009019A6"/>
    <w:rsid w:val="009051A8"/>
    <w:rsid w:val="00905F98"/>
    <w:rsid w:val="00912626"/>
    <w:rsid w:val="0092427D"/>
    <w:rsid w:val="009340F6"/>
    <w:rsid w:val="00934599"/>
    <w:rsid w:val="00944C9B"/>
    <w:rsid w:val="009511BD"/>
    <w:rsid w:val="00951232"/>
    <w:rsid w:val="009550BD"/>
    <w:rsid w:val="00955C56"/>
    <w:rsid w:val="00962448"/>
    <w:rsid w:val="0097032F"/>
    <w:rsid w:val="00973EF9"/>
    <w:rsid w:val="009825E4"/>
    <w:rsid w:val="00984E12"/>
    <w:rsid w:val="009909D2"/>
    <w:rsid w:val="009A0A73"/>
    <w:rsid w:val="009A7BCD"/>
    <w:rsid w:val="009B3D82"/>
    <w:rsid w:val="009B5E83"/>
    <w:rsid w:val="009E77FE"/>
    <w:rsid w:val="009F3078"/>
    <w:rsid w:val="009F3D61"/>
    <w:rsid w:val="009F64B2"/>
    <w:rsid w:val="00A063F7"/>
    <w:rsid w:val="00A06648"/>
    <w:rsid w:val="00A1022D"/>
    <w:rsid w:val="00A11483"/>
    <w:rsid w:val="00A12DCA"/>
    <w:rsid w:val="00A20851"/>
    <w:rsid w:val="00A23375"/>
    <w:rsid w:val="00A31AD4"/>
    <w:rsid w:val="00A33E50"/>
    <w:rsid w:val="00A34495"/>
    <w:rsid w:val="00A37E90"/>
    <w:rsid w:val="00A40DF0"/>
    <w:rsid w:val="00A46818"/>
    <w:rsid w:val="00A50577"/>
    <w:rsid w:val="00A571B0"/>
    <w:rsid w:val="00A63834"/>
    <w:rsid w:val="00A66D3E"/>
    <w:rsid w:val="00A70C16"/>
    <w:rsid w:val="00A72528"/>
    <w:rsid w:val="00A77D42"/>
    <w:rsid w:val="00A9302D"/>
    <w:rsid w:val="00A93658"/>
    <w:rsid w:val="00A94F29"/>
    <w:rsid w:val="00A95D68"/>
    <w:rsid w:val="00A95F64"/>
    <w:rsid w:val="00AA01BA"/>
    <w:rsid w:val="00AA0D71"/>
    <w:rsid w:val="00AA5DF1"/>
    <w:rsid w:val="00AA7101"/>
    <w:rsid w:val="00AB0471"/>
    <w:rsid w:val="00AB1642"/>
    <w:rsid w:val="00AC7893"/>
    <w:rsid w:val="00AD2134"/>
    <w:rsid w:val="00AD3B80"/>
    <w:rsid w:val="00AD44A9"/>
    <w:rsid w:val="00AE59FD"/>
    <w:rsid w:val="00AE5E0D"/>
    <w:rsid w:val="00AE60CF"/>
    <w:rsid w:val="00AE7275"/>
    <w:rsid w:val="00AF1606"/>
    <w:rsid w:val="00AF639F"/>
    <w:rsid w:val="00B00B47"/>
    <w:rsid w:val="00B00F53"/>
    <w:rsid w:val="00B02613"/>
    <w:rsid w:val="00B06AE8"/>
    <w:rsid w:val="00B114FE"/>
    <w:rsid w:val="00B117BD"/>
    <w:rsid w:val="00B15297"/>
    <w:rsid w:val="00B2303D"/>
    <w:rsid w:val="00B3309C"/>
    <w:rsid w:val="00B36587"/>
    <w:rsid w:val="00B434E6"/>
    <w:rsid w:val="00B462E2"/>
    <w:rsid w:val="00B55701"/>
    <w:rsid w:val="00B557F6"/>
    <w:rsid w:val="00B5726C"/>
    <w:rsid w:val="00B61198"/>
    <w:rsid w:val="00B64DC1"/>
    <w:rsid w:val="00B727C0"/>
    <w:rsid w:val="00B80349"/>
    <w:rsid w:val="00B848A6"/>
    <w:rsid w:val="00BA15E2"/>
    <w:rsid w:val="00BA1935"/>
    <w:rsid w:val="00BA65D3"/>
    <w:rsid w:val="00BB4D67"/>
    <w:rsid w:val="00BB7711"/>
    <w:rsid w:val="00BD77FA"/>
    <w:rsid w:val="00BE2097"/>
    <w:rsid w:val="00BE6C90"/>
    <w:rsid w:val="00BF160C"/>
    <w:rsid w:val="00BF63AF"/>
    <w:rsid w:val="00C00014"/>
    <w:rsid w:val="00C02EB5"/>
    <w:rsid w:val="00C0312A"/>
    <w:rsid w:val="00C26F23"/>
    <w:rsid w:val="00C42C96"/>
    <w:rsid w:val="00C43306"/>
    <w:rsid w:val="00C47343"/>
    <w:rsid w:val="00C55A83"/>
    <w:rsid w:val="00C60E4B"/>
    <w:rsid w:val="00C62EC4"/>
    <w:rsid w:val="00C64724"/>
    <w:rsid w:val="00C740B8"/>
    <w:rsid w:val="00C77932"/>
    <w:rsid w:val="00C8499B"/>
    <w:rsid w:val="00C96AEB"/>
    <w:rsid w:val="00CB2428"/>
    <w:rsid w:val="00CB5E02"/>
    <w:rsid w:val="00CC31FF"/>
    <w:rsid w:val="00CC5851"/>
    <w:rsid w:val="00CD3CC1"/>
    <w:rsid w:val="00CD6922"/>
    <w:rsid w:val="00CF3219"/>
    <w:rsid w:val="00CF384C"/>
    <w:rsid w:val="00D06D45"/>
    <w:rsid w:val="00D119B6"/>
    <w:rsid w:val="00D154B4"/>
    <w:rsid w:val="00D15D50"/>
    <w:rsid w:val="00D24592"/>
    <w:rsid w:val="00D26288"/>
    <w:rsid w:val="00D35E8D"/>
    <w:rsid w:val="00D37FEC"/>
    <w:rsid w:val="00D435B5"/>
    <w:rsid w:val="00D50441"/>
    <w:rsid w:val="00D52B3B"/>
    <w:rsid w:val="00D5407C"/>
    <w:rsid w:val="00D54D34"/>
    <w:rsid w:val="00D60073"/>
    <w:rsid w:val="00D70646"/>
    <w:rsid w:val="00D75828"/>
    <w:rsid w:val="00D9209F"/>
    <w:rsid w:val="00D934A9"/>
    <w:rsid w:val="00DA0403"/>
    <w:rsid w:val="00DA493D"/>
    <w:rsid w:val="00DB540F"/>
    <w:rsid w:val="00DB7706"/>
    <w:rsid w:val="00DC6A90"/>
    <w:rsid w:val="00DD623C"/>
    <w:rsid w:val="00DD7902"/>
    <w:rsid w:val="00DE370B"/>
    <w:rsid w:val="00DE50AE"/>
    <w:rsid w:val="00DF0BF1"/>
    <w:rsid w:val="00DF3B71"/>
    <w:rsid w:val="00DF7617"/>
    <w:rsid w:val="00E0098E"/>
    <w:rsid w:val="00E071A2"/>
    <w:rsid w:val="00E13804"/>
    <w:rsid w:val="00E13873"/>
    <w:rsid w:val="00E25679"/>
    <w:rsid w:val="00E27350"/>
    <w:rsid w:val="00E3006D"/>
    <w:rsid w:val="00E43B2A"/>
    <w:rsid w:val="00E4544E"/>
    <w:rsid w:val="00E46F17"/>
    <w:rsid w:val="00E56731"/>
    <w:rsid w:val="00E60B77"/>
    <w:rsid w:val="00E81D6E"/>
    <w:rsid w:val="00E82228"/>
    <w:rsid w:val="00E84B15"/>
    <w:rsid w:val="00E90F0C"/>
    <w:rsid w:val="00E95952"/>
    <w:rsid w:val="00EA31D0"/>
    <w:rsid w:val="00EA4BA6"/>
    <w:rsid w:val="00EB211F"/>
    <w:rsid w:val="00EB25EB"/>
    <w:rsid w:val="00EB37A7"/>
    <w:rsid w:val="00EB7A76"/>
    <w:rsid w:val="00ED0A13"/>
    <w:rsid w:val="00ED474E"/>
    <w:rsid w:val="00EE0429"/>
    <w:rsid w:val="00EE04F0"/>
    <w:rsid w:val="00EE348D"/>
    <w:rsid w:val="00EF74D3"/>
    <w:rsid w:val="00F00AAF"/>
    <w:rsid w:val="00F11E02"/>
    <w:rsid w:val="00F154FE"/>
    <w:rsid w:val="00F16E73"/>
    <w:rsid w:val="00F36557"/>
    <w:rsid w:val="00F43D31"/>
    <w:rsid w:val="00F549FA"/>
    <w:rsid w:val="00F75D23"/>
    <w:rsid w:val="00F75D89"/>
    <w:rsid w:val="00F81DEA"/>
    <w:rsid w:val="00F821BA"/>
    <w:rsid w:val="00F93EDA"/>
    <w:rsid w:val="00F954F9"/>
    <w:rsid w:val="00F9557D"/>
    <w:rsid w:val="00F97044"/>
    <w:rsid w:val="00FB4FFC"/>
    <w:rsid w:val="00FB61C0"/>
    <w:rsid w:val="00FC3740"/>
    <w:rsid w:val="00FD0041"/>
    <w:rsid w:val="00FE1735"/>
    <w:rsid w:val="00FE357E"/>
    <w:rsid w:val="00FF3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0A3721"/>
  <w15:docId w15:val="{B62E131F-BEBD-4D15-A3AB-783698B0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73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36587"/>
    <w:pPr>
      <w:keepNext/>
      <w:ind w:left="5760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73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6731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12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DE370B"/>
    <w:rPr>
      <w:color w:val="0000FF"/>
      <w:u w:val="single"/>
    </w:rPr>
  </w:style>
  <w:style w:type="paragraph" w:styleId="a7">
    <w:name w:val="Balloon Text"/>
    <w:basedOn w:val="a"/>
    <w:semiHidden/>
    <w:rsid w:val="00BF63AF"/>
    <w:rPr>
      <w:rFonts w:ascii="Tahoma" w:hAnsi="Tahoma" w:cs="Tahoma"/>
      <w:sz w:val="16"/>
      <w:szCs w:val="16"/>
    </w:rPr>
  </w:style>
  <w:style w:type="character" w:customStyle="1" w:styleId="a8">
    <w:name w:val="Основной текст Знак"/>
    <w:link w:val="a9"/>
    <w:locked/>
    <w:rsid w:val="00386EBE"/>
    <w:rPr>
      <w:sz w:val="28"/>
      <w:szCs w:val="28"/>
      <w:shd w:val="clear" w:color="auto" w:fill="FFFFFF"/>
      <w:lang w:bidi="ar-SA"/>
    </w:rPr>
  </w:style>
  <w:style w:type="paragraph" w:styleId="a9">
    <w:name w:val="Body Text"/>
    <w:basedOn w:val="a"/>
    <w:link w:val="a8"/>
    <w:rsid w:val="00386EBE"/>
    <w:pPr>
      <w:shd w:val="clear" w:color="auto" w:fill="FFFFFF"/>
      <w:spacing w:line="326" w:lineRule="exact"/>
      <w:jc w:val="right"/>
    </w:pPr>
    <w:rPr>
      <w:sz w:val="28"/>
      <w:szCs w:val="28"/>
      <w:shd w:val="clear" w:color="auto" w:fill="FFFFFF"/>
    </w:rPr>
  </w:style>
  <w:style w:type="paragraph" w:styleId="aa">
    <w:name w:val="No Spacing"/>
    <w:basedOn w:val="a"/>
    <w:qFormat/>
    <w:rsid w:val="00257E0D"/>
    <w:rPr>
      <w:szCs w:val="32"/>
      <w:lang w:val="en-US" w:eastAsia="en-US" w:bidi="en-US"/>
    </w:rPr>
  </w:style>
  <w:style w:type="paragraph" w:styleId="ab">
    <w:name w:val="Body Text Indent"/>
    <w:basedOn w:val="a"/>
    <w:rsid w:val="009A0A73"/>
    <w:pPr>
      <w:spacing w:after="120"/>
      <w:ind w:left="283"/>
    </w:pPr>
  </w:style>
  <w:style w:type="character" w:customStyle="1" w:styleId="20">
    <w:name w:val="Заголовок 2 Знак"/>
    <w:basedOn w:val="a0"/>
    <w:link w:val="2"/>
    <w:rsid w:val="00B36587"/>
    <w:rPr>
      <w:b/>
      <w:bCs/>
      <w:sz w:val="28"/>
    </w:rPr>
  </w:style>
  <w:style w:type="character" w:customStyle="1" w:styleId="apple-converted-space">
    <w:name w:val="apple-converted-space"/>
    <w:basedOn w:val="a0"/>
    <w:rsid w:val="008877A2"/>
  </w:style>
  <w:style w:type="paragraph" w:styleId="ac">
    <w:name w:val="Normal (Web)"/>
    <w:basedOn w:val="a"/>
    <w:uiPriority w:val="99"/>
    <w:unhideWhenUsed/>
    <w:rsid w:val="00111FFA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AD44A9"/>
    <w:pPr>
      <w:ind w:left="720"/>
      <w:contextualSpacing/>
    </w:pPr>
  </w:style>
  <w:style w:type="paragraph" w:styleId="21">
    <w:name w:val="Body Text Indent 2"/>
    <w:basedOn w:val="a"/>
    <w:link w:val="22"/>
    <w:rsid w:val="00B727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727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9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osmolbusiness.ru/contests/995fbaae-395a-48f5-857f-38ce3d01de92" TargetMode="External"/><Relationship Id="rId18" Type="http://schemas.openxmlformats.org/officeDocument/2006/relationships/hyperlink" Target="https://rosmolbusiness.ru/contests/995fbaae-395a-48f5-857f-38ce3d01de92" TargetMode="External"/><Relationship Id="rId26" Type="http://schemas.openxmlformats.org/officeDocument/2006/relationships/hyperlink" Target="https://rosmolbusiness.ru/contests/995fbaae-395a-48f5-857f-38ce3d01de92" TargetMode="External"/><Relationship Id="rId3" Type="http://schemas.openxmlformats.org/officeDocument/2006/relationships/styles" Target="styles.xml"/><Relationship Id="rId21" Type="http://schemas.openxmlformats.org/officeDocument/2006/relationships/hyperlink" Target="https://rosmolbusiness.ru/contests/995fbaae-395a-48f5-857f-38ce3d01de92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rosmolbusiness.ru/contests/995fbaae-395a-48f5-857f-38ce3d01de92" TargetMode="External"/><Relationship Id="rId17" Type="http://schemas.openxmlformats.org/officeDocument/2006/relationships/hyperlink" Target="https://rosmolbusiness.ru/contests/995fbaae-395a-48f5-857f-38ce3d01de92" TargetMode="External"/><Relationship Id="rId25" Type="http://schemas.openxmlformats.org/officeDocument/2006/relationships/hyperlink" Target="https://rosmolbusiness.ru/contests/995fbaae-395a-48f5-857f-38ce3d01de92" TargetMode="External"/><Relationship Id="rId33" Type="http://schemas.openxmlformats.org/officeDocument/2006/relationships/hyperlink" Target="https://rosmolbusiness.ru/contests/995fbaae-395a-48f5-857f-38ce3d01de9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osmolbusiness.ru/contests/995fbaae-395a-48f5-857f-38ce3d01de92" TargetMode="External"/><Relationship Id="rId20" Type="http://schemas.openxmlformats.org/officeDocument/2006/relationships/hyperlink" Target="https://rosmolbusiness.ru/contests/995fbaae-395a-48f5-857f-38ce3d01de92" TargetMode="External"/><Relationship Id="rId29" Type="http://schemas.openxmlformats.org/officeDocument/2006/relationships/hyperlink" Target="https://rosmolbusiness.ru/contests/995fbaae-395a-48f5-857f-38ce3d01de9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molbusiness.ru/contests/995fbaae-395a-48f5-857f-38ce3d01de92" TargetMode="External"/><Relationship Id="rId24" Type="http://schemas.openxmlformats.org/officeDocument/2006/relationships/hyperlink" Target="https://rosmolbusiness.ru/contests/995fbaae-395a-48f5-857f-38ce3d01de92" TargetMode="External"/><Relationship Id="rId32" Type="http://schemas.openxmlformats.org/officeDocument/2006/relationships/hyperlink" Target="https://rosmolbusiness.ru/contests/995fbaae-395a-48f5-857f-38ce3d01de9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osmolbusiness.ru/contests/995fbaae-395a-48f5-857f-38ce3d01de92" TargetMode="External"/><Relationship Id="rId23" Type="http://schemas.openxmlformats.org/officeDocument/2006/relationships/hyperlink" Target="https://rosmolbusiness.ru/contests/995fbaae-395a-48f5-857f-38ce3d01de92" TargetMode="External"/><Relationship Id="rId28" Type="http://schemas.openxmlformats.org/officeDocument/2006/relationships/hyperlink" Target="https://rosmolbusiness.ru/contests/995fbaae-395a-48f5-857f-38ce3d01de92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rosmolbusiness.ru/contests/995fbaae-395a-48f5-857f-38ce3d01de92" TargetMode="External"/><Relationship Id="rId19" Type="http://schemas.openxmlformats.org/officeDocument/2006/relationships/hyperlink" Target="https://rosmolbusiness.ru/contests/995fbaae-395a-48f5-857f-38ce3d01de92" TargetMode="External"/><Relationship Id="rId31" Type="http://schemas.openxmlformats.org/officeDocument/2006/relationships/hyperlink" Target="https://rosmolbusiness.ru/contests/995fbaae-395a-48f5-857f-38ce3d01de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molbusiness.ru/contests/995fbaae-395a-48f5-857f-38ce3d01de92" TargetMode="External"/><Relationship Id="rId14" Type="http://schemas.openxmlformats.org/officeDocument/2006/relationships/hyperlink" Target="https://rosmolbusiness.ru/contests/995fbaae-395a-48f5-857f-38ce3d01de92" TargetMode="External"/><Relationship Id="rId22" Type="http://schemas.openxmlformats.org/officeDocument/2006/relationships/hyperlink" Target="https://rosmolbusiness.ru/contests/995fbaae-395a-48f5-857f-38ce3d01de92" TargetMode="External"/><Relationship Id="rId27" Type="http://schemas.openxmlformats.org/officeDocument/2006/relationships/hyperlink" Target="https://rosmolbusiness.ru/contests/995fbaae-395a-48f5-857f-38ce3d01de92" TargetMode="External"/><Relationship Id="rId30" Type="http://schemas.openxmlformats.org/officeDocument/2006/relationships/hyperlink" Target="https://rosmolbusiness.ru/contests/995fbaae-395a-48f5-857f-38ce3d01de92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m\Downloads\&#1041;&#1083;&#1072;&#1085;&#1082;&#1055;&#1080;&#1089;&#1100;&#1084;&#1072;&#1052;&#1044;&#1052;&#1057;&#1058;_&#1056;&#1058;&#1089;TAG&#1082;&#1086;&#1076;&#1086;&#108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C6548-7754-445D-AD65-1214E250A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БланкПисьмаМДМСТ_РТсTAGкодом</Template>
  <TotalTime>185</TotalTime>
  <Pages>1</Pages>
  <Words>567</Words>
  <Characters>3237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>МИНИСТЕРСТВО ПО ДЕЛАМ МОЛОДЕЖИ, СПОРТУ И ТУРИЗМУ</vt:lpstr>
      <vt:lpstr/>
      <vt:lpstr/>
      <vt:lpstr/>
      <vt:lpstr/>
      <vt:lpstr/>
      <vt:lpstr/>
      <vt:lpstr/>
      <vt:lpstr/>
      <vt:lpstr/>
      <vt:lpstr/>
      <vt:lpstr>Л.Ф.Суюнова,</vt:lpstr>
      <vt:lpstr>8(843)222-91-79</vt:lpstr>
    </vt:vector>
  </TitlesOfParts>
  <Company>МДМС РТ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creator>Минмолодёжи РТ-Бугрова Кадрия Рустамовна</dc:creator>
  <cp:lastModifiedBy>Ангелина Фадеева</cp:lastModifiedBy>
  <cp:revision>33</cp:revision>
  <cp:lastPrinted>2021-09-13T11:13:00Z</cp:lastPrinted>
  <dcterms:created xsi:type="dcterms:W3CDTF">2021-09-20T06:34:00Z</dcterms:created>
  <dcterms:modified xsi:type="dcterms:W3CDTF">2024-08-29T12:25:00Z</dcterms:modified>
</cp:coreProperties>
</file>